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031398">
          <w:headerReference w:type="even" r:id="rId8"/>
          <w:footerReference w:type="default" r:id="rId9"/>
          <w:footerReference w:type="first" r:id="rId10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Style w:val="ad"/>
        <w:tblW w:w="143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180"/>
        <w:gridCol w:w="5164"/>
      </w:tblGrid>
      <w:tr w:rsidR="00190FF9" w:rsidRPr="00190FF9" w:rsidTr="00031398">
        <w:tc>
          <w:tcPr>
            <w:tcW w:w="9180" w:type="dxa"/>
          </w:tcPr>
          <w:p w:rsidR="00CD7109" w:rsidRDefault="00CD7109" w:rsidP="00031398">
            <w:pPr>
              <w:widowControl w:val="0"/>
              <w:spacing w:line="223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90FF9" w:rsidRPr="00CD7109" w:rsidRDefault="00190FF9" w:rsidP="00031398">
            <w:pPr>
              <w:tabs>
                <w:tab w:val="left" w:pos="7776"/>
              </w:tabs>
              <w:spacing w:line="223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64" w:type="dxa"/>
          </w:tcPr>
          <w:p w:rsidR="0065355B" w:rsidRDefault="00190FF9" w:rsidP="00031398">
            <w:pPr>
              <w:spacing w:line="223" w:lineRule="auto"/>
              <w:rPr>
                <w:rFonts w:ascii="Times New Roman" w:hAnsi="Times New Roman"/>
                <w:sz w:val="28"/>
                <w:szCs w:val="28"/>
              </w:rPr>
            </w:pPr>
            <w:r w:rsidRPr="00190FF9"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 w:rsidR="009F34D8">
              <w:rPr>
                <w:rFonts w:ascii="Times New Roman" w:hAnsi="Times New Roman"/>
                <w:sz w:val="28"/>
                <w:szCs w:val="28"/>
              </w:rPr>
              <w:t xml:space="preserve"> № 12</w:t>
            </w:r>
          </w:p>
          <w:p w:rsidR="00190FF9" w:rsidRPr="00190FF9" w:rsidRDefault="0065355B" w:rsidP="00031398">
            <w:pPr>
              <w:spacing w:line="223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постановлению Правительства Рязанской области</w:t>
            </w:r>
          </w:p>
        </w:tc>
      </w:tr>
      <w:tr w:rsidR="00031398" w:rsidRPr="00190FF9" w:rsidTr="002551C1">
        <w:tc>
          <w:tcPr>
            <w:tcW w:w="9180" w:type="dxa"/>
          </w:tcPr>
          <w:p w:rsidR="00031398" w:rsidRDefault="00031398" w:rsidP="00031398">
            <w:pPr>
              <w:widowControl w:val="0"/>
              <w:spacing w:line="223" w:lineRule="auto"/>
              <w:rPr>
                <w:rFonts w:ascii="Times New Roman" w:hAnsi="Times New Roman"/>
                <w:sz w:val="28"/>
                <w:szCs w:val="28"/>
              </w:rPr>
            </w:pPr>
            <w:bookmarkStart w:id="0" w:name="_GoBack" w:colFirst="1" w:colLast="1"/>
          </w:p>
        </w:tc>
        <w:tc>
          <w:tcPr>
            <w:tcW w:w="5164" w:type="dxa"/>
            <w:vAlign w:val="center"/>
          </w:tcPr>
          <w:p w:rsidR="00031398" w:rsidRPr="00190FF9" w:rsidRDefault="002551C1" w:rsidP="002551C1">
            <w:pPr>
              <w:spacing w:before="120" w:line="223" w:lineRule="auto"/>
              <w:rPr>
                <w:rFonts w:ascii="Times New Roman" w:hAnsi="Times New Roman"/>
                <w:sz w:val="28"/>
                <w:szCs w:val="28"/>
              </w:rPr>
            </w:pPr>
            <w:r w:rsidRPr="002551C1">
              <w:rPr>
                <w:rFonts w:ascii="Times New Roman" w:hAnsi="Times New Roman"/>
                <w:color w:val="1D1B11"/>
                <w:sz w:val="28"/>
                <w:szCs w:val="28"/>
              </w:rPr>
              <w:t>о</w:t>
            </w:r>
            <w:r w:rsidRPr="002551C1">
              <w:rPr>
                <w:rFonts w:ascii="Times New Roman" w:hAnsi="Times New Roman"/>
                <w:color w:val="0D0D0D"/>
                <w:sz w:val="28"/>
                <w:szCs w:val="28"/>
              </w:rPr>
              <w:t>т 02.03.2021 № 24</w:t>
            </w:r>
          </w:p>
        </w:tc>
      </w:tr>
      <w:bookmarkEnd w:id="0"/>
      <w:tr w:rsidR="00031398" w:rsidRPr="00190FF9" w:rsidTr="00031398">
        <w:tc>
          <w:tcPr>
            <w:tcW w:w="9180" w:type="dxa"/>
          </w:tcPr>
          <w:p w:rsidR="00031398" w:rsidRDefault="00031398" w:rsidP="00031398">
            <w:pPr>
              <w:widowControl w:val="0"/>
              <w:spacing w:line="223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64" w:type="dxa"/>
          </w:tcPr>
          <w:p w:rsidR="00031398" w:rsidRPr="00190FF9" w:rsidRDefault="00031398" w:rsidP="00031398">
            <w:pPr>
              <w:spacing w:after="120" w:line="223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31398" w:rsidRPr="00190FF9" w:rsidTr="00031398">
        <w:tc>
          <w:tcPr>
            <w:tcW w:w="9180" w:type="dxa"/>
          </w:tcPr>
          <w:p w:rsidR="00031398" w:rsidRDefault="00031398" w:rsidP="00031398">
            <w:pPr>
              <w:widowControl w:val="0"/>
              <w:spacing w:line="223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64" w:type="dxa"/>
          </w:tcPr>
          <w:p w:rsidR="00031398" w:rsidRDefault="00031398" w:rsidP="00031398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«Приложение № 1 </w:t>
            </w:r>
          </w:p>
          <w:p w:rsidR="00031398" w:rsidRDefault="00031398" w:rsidP="00031398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подпрограмме 13 «Создание новых мест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общеобразовательных</w:t>
            </w:r>
          </w:p>
          <w:p w:rsidR="00031398" w:rsidRPr="00190FF9" w:rsidRDefault="00031398" w:rsidP="00031398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организациях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в соответствии с прогнозируемой потребностью и современными условиями обучения»</w:t>
            </w:r>
          </w:p>
        </w:tc>
      </w:tr>
    </w:tbl>
    <w:p w:rsidR="00031398" w:rsidRDefault="00031398" w:rsidP="00031398">
      <w:pPr>
        <w:spacing w:line="223" w:lineRule="auto"/>
        <w:jc w:val="center"/>
        <w:rPr>
          <w:rFonts w:ascii="Times New Roman" w:hAnsi="Times New Roman"/>
          <w:sz w:val="28"/>
          <w:szCs w:val="28"/>
        </w:rPr>
      </w:pPr>
    </w:p>
    <w:p w:rsidR="0065355B" w:rsidRDefault="0065355B" w:rsidP="00031398">
      <w:pPr>
        <w:spacing w:line="223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Планируемое количество</w:t>
      </w:r>
      <w:r w:rsidR="000313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новых мест общеобразовательных организаций Рязанской области</w:t>
      </w:r>
    </w:p>
    <w:p w:rsidR="0065355B" w:rsidRDefault="0065355B" w:rsidP="00031398">
      <w:pPr>
        <w:spacing w:line="223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годам в соответствии с прогнозируемой потребностью</w:t>
      </w:r>
      <w:r w:rsidR="000313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современными условиями</w:t>
      </w:r>
      <w:r w:rsidR="002A6CF4">
        <w:rPr>
          <w:rFonts w:ascii="Times New Roman" w:hAnsi="Times New Roman"/>
          <w:sz w:val="28"/>
          <w:szCs w:val="28"/>
        </w:rPr>
        <w:t xml:space="preserve"> обучения</w:t>
      </w:r>
    </w:p>
    <w:p w:rsidR="00CD7109" w:rsidRDefault="00CD7109" w:rsidP="00031398">
      <w:pPr>
        <w:spacing w:line="223" w:lineRule="auto"/>
        <w:jc w:val="center"/>
        <w:rPr>
          <w:rFonts w:ascii="Times New Roman" w:hAnsi="Times New Roman"/>
          <w:sz w:val="28"/>
          <w:szCs w:val="28"/>
        </w:rPr>
      </w:pPr>
    </w:p>
    <w:p w:rsidR="00143E27" w:rsidRPr="00FF1594" w:rsidRDefault="00143E27" w:rsidP="00031398">
      <w:pPr>
        <w:spacing w:line="216" w:lineRule="auto"/>
        <w:rPr>
          <w:sz w:val="2"/>
          <w:szCs w:val="2"/>
        </w:rPr>
      </w:pPr>
    </w:p>
    <w:tbl>
      <w:tblPr>
        <w:tblW w:w="1431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3"/>
        <w:gridCol w:w="3054"/>
        <w:gridCol w:w="1987"/>
        <w:gridCol w:w="1685"/>
        <w:gridCol w:w="646"/>
        <w:gridCol w:w="646"/>
        <w:gridCol w:w="646"/>
        <w:gridCol w:w="646"/>
        <w:gridCol w:w="906"/>
        <w:gridCol w:w="646"/>
        <w:gridCol w:w="649"/>
        <w:gridCol w:w="713"/>
        <w:gridCol w:w="753"/>
        <w:gridCol w:w="852"/>
      </w:tblGrid>
      <w:tr w:rsidR="00FF1594" w:rsidRPr="000B7226" w:rsidTr="00031398"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B7226" w:rsidRDefault="00FF1594" w:rsidP="00031398">
            <w:pPr>
              <w:autoSpaceDE w:val="0"/>
              <w:autoSpaceDN w:val="0"/>
              <w:adjustRightInd w:val="0"/>
              <w:spacing w:line="204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B7226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0B7226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п</w:t>
            </w:r>
            <w:proofErr w:type="gramEnd"/>
            <w:r w:rsidRPr="000B7226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30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B7226" w:rsidRDefault="00FF1594" w:rsidP="00031398">
            <w:pPr>
              <w:autoSpaceDE w:val="0"/>
              <w:autoSpaceDN w:val="0"/>
              <w:adjustRightInd w:val="0"/>
              <w:spacing w:line="204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B7226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Наименование объекта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B7226" w:rsidRDefault="00FF1594" w:rsidP="00031398">
            <w:pPr>
              <w:autoSpaceDE w:val="0"/>
              <w:autoSpaceDN w:val="0"/>
              <w:adjustRightInd w:val="0"/>
              <w:spacing w:line="204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B7226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Наименование работ (проведение капитального ремонта, строительство зданий школ, реконструкция зданий школ, пристрой к зданиям школ, возврат в систему общего образования зданий, используемых не по назначению, приобретение зданий и помещений, аренда зданий и помещений)</w:t>
            </w:r>
          </w:p>
        </w:tc>
        <w:tc>
          <w:tcPr>
            <w:tcW w:w="1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B7226" w:rsidRDefault="00FF1594" w:rsidP="00031398">
            <w:pPr>
              <w:autoSpaceDE w:val="0"/>
              <w:autoSpaceDN w:val="0"/>
              <w:adjustRightInd w:val="0"/>
              <w:spacing w:line="204" w:lineRule="auto"/>
              <w:ind w:left="-57" w:right="-57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B7226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  <w:r w:rsid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а измерения (количество зданий/</w:t>
            </w:r>
            <w:r w:rsidRPr="000B7226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мест)</w:t>
            </w:r>
          </w:p>
        </w:tc>
        <w:tc>
          <w:tcPr>
            <w:tcW w:w="71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B7226" w:rsidRDefault="00FF1594" w:rsidP="00031398">
            <w:pPr>
              <w:autoSpaceDE w:val="0"/>
              <w:autoSpaceDN w:val="0"/>
              <w:adjustRightInd w:val="0"/>
              <w:spacing w:line="204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B7226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Значение показателя</w:t>
            </w:r>
          </w:p>
        </w:tc>
      </w:tr>
      <w:tr w:rsidR="00FF1594" w:rsidRPr="000B7226" w:rsidTr="00031398"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B7226" w:rsidRDefault="00FF1594" w:rsidP="00031398">
            <w:pPr>
              <w:autoSpaceDE w:val="0"/>
              <w:autoSpaceDN w:val="0"/>
              <w:adjustRightInd w:val="0"/>
              <w:spacing w:line="204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B7226" w:rsidRDefault="00FF1594" w:rsidP="00031398">
            <w:pPr>
              <w:autoSpaceDE w:val="0"/>
              <w:autoSpaceDN w:val="0"/>
              <w:adjustRightInd w:val="0"/>
              <w:spacing w:line="204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B7226" w:rsidRDefault="00FF1594" w:rsidP="00031398">
            <w:pPr>
              <w:autoSpaceDE w:val="0"/>
              <w:autoSpaceDN w:val="0"/>
              <w:adjustRightInd w:val="0"/>
              <w:spacing w:line="204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6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B7226" w:rsidRDefault="00FF1594" w:rsidP="00031398">
            <w:pPr>
              <w:autoSpaceDE w:val="0"/>
              <w:autoSpaceDN w:val="0"/>
              <w:adjustRightInd w:val="0"/>
              <w:spacing w:line="204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B7226" w:rsidRDefault="00FF1594" w:rsidP="00031398">
            <w:pPr>
              <w:autoSpaceDE w:val="0"/>
              <w:autoSpaceDN w:val="0"/>
              <w:adjustRightInd w:val="0"/>
              <w:spacing w:line="204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B7226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2016 год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B7226" w:rsidRDefault="00FF1594" w:rsidP="00031398">
            <w:pPr>
              <w:autoSpaceDE w:val="0"/>
              <w:autoSpaceDN w:val="0"/>
              <w:adjustRightInd w:val="0"/>
              <w:spacing w:line="204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B7226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2017 год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B7226" w:rsidRDefault="00FF1594" w:rsidP="00031398">
            <w:pPr>
              <w:autoSpaceDE w:val="0"/>
              <w:autoSpaceDN w:val="0"/>
              <w:adjustRightInd w:val="0"/>
              <w:spacing w:line="204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B7226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2018 год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B7226" w:rsidRDefault="00FF1594" w:rsidP="00031398">
            <w:pPr>
              <w:autoSpaceDE w:val="0"/>
              <w:autoSpaceDN w:val="0"/>
              <w:adjustRightInd w:val="0"/>
              <w:spacing w:line="204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B7226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2019 год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B7226" w:rsidRDefault="00FF1594" w:rsidP="00031398">
            <w:pPr>
              <w:autoSpaceDE w:val="0"/>
              <w:autoSpaceDN w:val="0"/>
              <w:adjustRightInd w:val="0"/>
              <w:spacing w:line="204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B7226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2020</w:t>
            </w:r>
          </w:p>
          <w:p w:rsidR="00FF1594" w:rsidRPr="000B7226" w:rsidRDefault="00FF1594" w:rsidP="00031398">
            <w:pPr>
              <w:autoSpaceDE w:val="0"/>
              <w:autoSpaceDN w:val="0"/>
              <w:adjustRightInd w:val="0"/>
              <w:spacing w:line="204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B7226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год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B7226" w:rsidRDefault="00FF1594" w:rsidP="00031398">
            <w:pPr>
              <w:autoSpaceDE w:val="0"/>
              <w:autoSpaceDN w:val="0"/>
              <w:adjustRightInd w:val="0"/>
              <w:spacing w:line="204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B7226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B7226" w:rsidRDefault="00FF1594" w:rsidP="00031398">
            <w:pPr>
              <w:autoSpaceDE w:val="0"/>
              <w:autoSpaceDN w:val="0"/>
              <w:adjustRightInd w:val="0"/>
              <w:spacing w:line="204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B7226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B7226" w:rsidRDefault="00FF1594" w:rsidP="00031398">
            <w:pPr>
              <w:autoSpaceDE w:val="0"/>
              <w:autoSpaceDN w:val="0"/>
              <w:adjustRightInd w:val="0"/>
              <w:spacing w:line="204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B7226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B7226" w:rsidRDefault="00FF1594" w:rsidP="00031398">
            <w:pPr>
              <w:autoSpaceDE w:val="0"/>
              <w:autoSpaceDN w:val="0"/>
              <w:adjustRightInd w:val="0"/>
              <w:spacing w:line="204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B7226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31398" w:rsidRDefault="00FF1594" w:rsidP="00031398">
            <w:pPr>
              <w:autoSpaceDE w:val="0"/>
              <w:autoSpaceDN w:val="0"/>
              <w:adjustRightInd w:val="0"/>
              <w:spacing w:line="204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B7226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2025 </w:t>
            </w:r>
          </w:p>
          <w:p w:rsidR="00FF1594" w:rsidRPr="000B7226" w:rsidRDefault="00FF1594" w:rsidP="00031398">
            <w:pPr>
              <w:autoSpaceDE w:val="0"/>
              <w:autoSpaceDN w:val="0"/>
              <w:adjustRightInd w:val="0"/>
              <w:spacing w:line="204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B7226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год</w:t>
            </w:r>
          </w:p>
        </w:tc>
      </w:tr>
    </w:tbl>
    <w:p w:rsidR="00FF1594" w:rsidRPr="00F93A1F" w:rsidRDefault="00FF1594" w:rsidP="00031398">
      <w:pPr>
        <w:spacing w:line="216" w:lineRule="auto"/>
        <w:rPr>
          <w:rFonts w:ascii="Times New Roman" w:hAnsi="Times New Roman"/>
          <w:sz w:val="2"/>
          <w:szCs w:val="2"/>
        </w:rPr>
      </w:pPr>
    </w:p>
    <w:tbl>
      <w:tblPr>
        <w:tblW w:w="1431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3"/>
        <w:gridCol w:w="3054"/>
        <w:gridCol w:w="1987"/>
        <w:gridCol w:w="1685"/>
        <w:gridCol w:w="646"/>
        <w:gridCol w:w="646"/>
        <w:gridCol w:w="646"/>
        <w:gridCol w:w="646"/>
        <w:gridCol w:w="906"/>
        <w:gridCol w:w="646"/>
        <w:gridCol w:w="649"/>
        <w:gridCol w:w="703"/>
        <w:gridCol w:w="10"/>
        <w:gridCol w:w="753"/>
        <w:gridCol w:w="7"/>
        <w:gridCol w:w="845"/>
      </w:tblGrid>
      <w:tr w:rsidR="00FF1594" w:rsidRPr="00031398" w:rsidTr="00031398">
        <w:trPr>
          <w:trHeight w:val="57"/>
          <w:tblHeader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16" w:lineRule="auto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14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outlineLvl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50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РЯЗАНСКАЯ ОБЛАСТЬ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2575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2222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1906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1119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2245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1960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1100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25232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22898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5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Александро-Невский муниципальный район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250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821AB5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821AB5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158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Блок начального образования МБОУ «</w:t>
            </w:r>
            <w:proofErr w:type="gram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Александро-Невская</w:t>
            </w:r>
            <w:proofErr w:type="gram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СОШ»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строительство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6A3191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val="en-US"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val="en-US" w:eastAsia="en-US"/>
              </w:rPr>
              <w:t>250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МБОУ «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Просеченская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СОШ»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строительство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108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МБОУ «Ленинская СОШ»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МБОУ «</w:t>
            </w:r>
            <w:proofErr w:type="gram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Александро-Невская</w:t>
            </w:r>
            <w:proofErr w:type="gram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СОШ» (филиал – «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Борисовская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ООШ»)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МБОУ «Александро-Невская СОШ» (филиал </w:t>
            </w:r>
            <w:proofErr w:type="gram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–«</w:t>
            </w:r>
            <w:proofErr w:type="spellStart"/>
            <w:proofErr w:type="gram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Нижнеякимецкая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ООШ»)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МБОУ «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Студенковская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СОШ» (филиал – «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Благовская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ООШ»)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50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5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Ермишинский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муниципальный район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210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МОУ «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Ермишинская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СОШ» (блок начального образования)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210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МОУ «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Нарминская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СОШ»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МОУ «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Савватемская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СОШ»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5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Захаровский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муниципальный район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132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505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Плахинский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филиал </w:t>
            </w:r>
          </w:p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им. А.В.</w:t>
            </w:r>
            <w:r w:rsidR="00062086" w:rsidRPr="00062086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</w:t>
            </w: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Александрова МОУ 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Захаровская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СОШ № 2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строительство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132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МОУ 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Захаровская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СОШ № 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реконструкция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340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МОУ 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Захаровская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СОШ № 2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Сменовский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филиал МОУ 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Захаровская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СОШ № 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реконструкция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70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lastRenderedPageBreak/>
              <w:t>14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Субботинский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филиал МОУ 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Захаровская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СОШ № 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пристрой к зданию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МОУ Больше-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Коровинская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СОШ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МОУ 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Безлыченская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СОШ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95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Федоровский филиал МОУ 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Безлыченская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СОШ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ind w:left="-39" w:right="-36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5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outlineLvl w:val="1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Кадомский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муниципальный район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МОУ 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Кадомская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СОШ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строительство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МОУ 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Енкаевская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СОШ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ind w:left="-39" w:right="-36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5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outlineLvl w:val="1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Касимовский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муниципальный район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490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190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МОУ «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Торбаевская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СОШ»</w:t>
            </w:r>
          </w:p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реконструкция здания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130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МОУ «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Сынтульская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СОШ» (филиал - 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Лощининская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НОШ)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реконструкция здания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МОУ «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Торбаевская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СОШ» (филиал - Дмитриевская ООШ)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МОУ «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Новодеревенская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СОШ»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160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МОУ «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Гиблицкая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СОШ»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МОУ «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Сынтульская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СОШ»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190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ind w:left="-39" w:right="-36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5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outlineLvl w:val="1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Клепиковский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муниципальный район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140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1020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310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МОУ «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Клепиковская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СОШ </w:t>
            </w:r>
          </w:p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№ 1»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реконструкция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660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МОУ «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Болоньская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СОШ»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140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МОУ «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Екшурская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СОШ»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250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lastRenderedPageBreak/>
              <w:t>29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МОУ «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Тумская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СОШ № 46»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360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Филиал МОУ «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Тумская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СОШ № 46» «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Оськинская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ООШ»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60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ind w:left="-39" w:right="-36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50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outlineLvl w:val="1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Кораблинский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муниципальный район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520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132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590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«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Незнановская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ОШ» МОУ «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Пехлецкая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СШ имени </w:t>
            </w:r>
          </w:p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В.В.</w:t>
            </w:r>
            <w:r w:rsid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</w:t>
            </w: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Соловова»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строительство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132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МОУ «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Кораблинская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СШ </w:t>
            </w:r>
          </w:p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№ 1»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185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МОУ «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Кораблинская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СШ </w:t>
            </w:r>
          </w:p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№ 2»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520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МОУ «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Ключанская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СШ»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65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«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Кораблинская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СШ имени Героя России И.В.</w:t>
            </w:r>
            <w:r w:rsid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</w:t>
            </w: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Сарычева»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280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МОУ «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Яблоневская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ОШ»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ind w:left="-39" w:right="-36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5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outlineLvl w:val="1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Милославский муниципальный район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585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30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МОУ «Милославская школа»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реконструкция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485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МОУ «Центральная школа»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39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МОУ «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Липяговская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школа»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30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МОУ «Больше-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Подовеченская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школа»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ind w:left="-39" w:right="-36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50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outlineLvl w:val="1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Михайловский муниципальный район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1005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590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41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МОУ «Октябрьская СОШ </w:t>
            </w:r>
          </w:p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№ 2»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реконструкция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МОУ «Слободская СОШ»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43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МОУ «Михайловская СОШ </w:t>
            </w:r>
          </w:p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№ 3»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реконструкция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310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lastRenderedPageBreak/>
              <w:t>44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МОУ «Михайловская СОШ </w:t>
            </w:r>
          </w:p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№ 1»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490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45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МОУ «Михайловская СОШ </w:t>
            </w:r>
          </w:p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№ 2»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455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46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Первомайский филиал МОУ «Михайловская СОШ № 2»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80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47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Козловский филиал МОУ «Михайловская СОШ № 1»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90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Щетининский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филиал МОУ «Михайловская СОШ № 1»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110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5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Пителинский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муниципальный район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270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МКОУ «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Пителинская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СОШ»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реконструкция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270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МКОУ «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Нестеровская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ООШ»</w:t>
            </w:r>
          </w:p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реконструкция</w:t>
            </w:r>
          </w:p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МКОУ «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Высокополянская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СОШ»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5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Пронский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муниципальный район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250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340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110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МОУ «Октябрьская СОШ»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строительство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250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53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МОУ «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Новомичуринская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СОШ № 2»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МОУ «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Пронская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СОШ»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340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МОУ «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Тырновская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СОШ»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110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5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Путятинский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муниципальный район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400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50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МОУ «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Путятинская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СОШ»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400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МОУ «Береговская ООШ»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50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5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Рыбновский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муниципальный район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350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600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58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МБОУ «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Кузьминская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СШ»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капитальный </w:t>
            </w: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lastRenderedPageBreak/>
              <w:t>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lastRenderedPageBreak/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110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lastRenderedPageBreak/>
              <w:t>59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МБОУ «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Рыбновская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СШ № 4»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пристрой к зданиям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370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МБОУ «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Баграмовская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СШ»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пристрой к зданиям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230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61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МБОУ «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Рыбновская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ОШ № 5»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62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МБОУ «Костинская СШ»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120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5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Ряжский муниципальный район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1145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835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63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Филиал МОУ «Ряжская СШ </w:t>
            </w:r>
          </w:p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№ 2» «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Журавинская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ОШ»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64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Филиал МОУ «Ряжская СШ </w:t>
            </w:r>
          </w:p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№ 4» «Ново-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Еголдаевская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ОШ»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65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Филиал МОУ «Ряжская СШ </w:t>
            </w:r>
          </w:p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№ 2» «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Салтыковская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ОШ»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40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МОУ «Ряжская СШ № 3»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680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67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Филиал МОУ «Ряжская СШ </w:t>
            </w:r>
          </w:p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№ 3» «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Поплевинская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ОШ»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68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Филиал МОУ «Ряжская СШ </w:t>
            </w:r>
          </w:p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№ 3» «</w:t>
            </w:r>
            <w:proofErr w:type="gram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Первомайская</w:t>
            </w:r>
            <w:proofErr w:type="gram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ОШ»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val="en-US"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6A3191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val="en-US"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val="en-US" w:eastAsia="en-US"/>
              </w:rPr>
              <w:t>30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МОУ «Ряжская СШ  № 4»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пристрой к зданию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660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Филиал МОУ «Ряжская СШ </w:t>
            </w:r>
          </w:p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№ 4» «</w:t>
            </w:r>
            <w:proofErr w:type="gram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Петровская</w:t>
            </w:r>
            <w:proofErr w:type="gram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ОШ»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реконструкция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55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Филиал МОУ «Ряжская СШ </w:t>
            </w:r>
          </w:p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№ 4» «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Дегтянская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ОШ»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30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МОУ «Ряжская СШ № 2», </w:t>
            </w:r>
          </w:p>
          <w:p w:rsidR="00FF1594" w:rsidRPr="00031398" w:rsidRDefault="00FF1594" w:rsidP="0003139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ул. </w:t>
            </w:r>
            <w:proofErr w:type="gram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Высотная</w:t>
            </w:r>
            <w:proofErr w:type="gram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, г. Ряжск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строительство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МОУ «Ряжская СШ № 1»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370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50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Рязанский муниципальный район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145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1390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440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МБОУ «Рязанская СОШ»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пристрой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180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Школа в п. Новоселки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строительство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240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Шумашская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ООШ филиал МБОУ «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Варсковская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СОШ»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реконструкция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МБОУ «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Екимовская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СОШ»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МБОУ «Полянская СОШ»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420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МБОУ «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Мурминская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СОШ»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МБОУ «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Льговская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СОШ»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140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МБОУ «Окская СОШ»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200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МБОУ «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Заборьевская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СОШ»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145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МБОУ «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Заокская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СОШ»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5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Сапожковский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муниципальный район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775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110</w:t>
            </w:r>
          </w:p>
        </w:tc>
      </w:tr>
      <w:tr w:rsidR="00FF1594" w:rsidRPr="00031398" w:rsidTr="00031398">
        <w:trPr>
          <w:trHeight w:val="357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B7226" w:rsidRPr="00031398" w:rsidRDefault="00821AB5" w:rsidP="0003139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Филиал в с. </w:t>
            </w:r>
            <w:proofErr w:type="gram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Канино</w:t>
            </w:r>
            <w:proofErr w:type="gram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МОУ «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Сапожковская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СШ им. Героя России А.И. Тучина»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85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МОУ «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Сапожковская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СШ </w:t>
            </w:r>
          </w:p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pacing w:val="-2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pacing w:val="-2"/>
                <w:sz w:val="22"/>
                <w:szCs w:val="22"/>
                <w:lang w:eastAsia="en-US"/>
              </w:rPr>
              <w:t>им. Героя России А.И. Тучина»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695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86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МОУ «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Морозово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-Борковская СШ»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110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5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Сараевский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муниципальный район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465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75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87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МОУ 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Сараевская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СОШ (блок начального образования)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строительство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250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МБОУ 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Напольновская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СШ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lastRenderedPageBreak/>
              <w:t>89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МОУ Карл-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Марксовская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СШ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Филиал МОУ Карл-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Марксовская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СШ «Красно-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Озерковская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ОШ»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35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Филиал МБОУ 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Можарская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СШ «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Сысоевская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ОШ»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40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МБОУ «Алексеевская СОШ»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50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Сасовский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муниципальный район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150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225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«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Гавриловская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ОШ» - филиал МКОУ «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Любовниковская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СШ»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пристрой к зданиям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94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«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Берестянская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ОШ» - филиал МКОУ «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Демушкинская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СШ»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пристрой к зданиям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95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МКОУ «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Любовниковская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СШ»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90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МКОУ «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Алешинская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СШ»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МКОУ «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Малостуденецкая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СШ»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70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МКОУ «</w:t>
            </w:r>
            <w:proofErr w:type="gram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Придорожная</w:t>
            </w:r>
            <w:proofErr w:type="gram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СШ» им. А.С.</w:t>
            </w:r>
            <w:r w:rsidR="006A3191"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</w:t>
            </w: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Новикова-Прибоя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65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99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МКОУ «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Батьковская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ОШ»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МКОУ «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Сотницынская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СШ»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5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Скопинский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муниципальный район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132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130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350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160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101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МБОУ «Побединская СОШ»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реконструкция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140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102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МБОУ «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Чулковская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СОШ»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реконструкция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160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103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МБОУ «Павелецкая СОШ </w:t>
            </w:r>
          </w:p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№ 1»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210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lastRenderedPageBreak/>
              <w:t>104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МБОУ «Мало-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Шелимишевская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СОШ»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130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105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МБОУ «Ильинская СОШ»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строительство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132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5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Спасский муниципальный район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530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106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МБОУ «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Кирицкая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СШ»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пристрой к зданиям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240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107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МБОУ «Спасская СОШ»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пристрой к зданиям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500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108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МБОУ «Троицкая СОШ»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109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МБОУ «Ижевская СОШ </w:t>
            </w:r>
          </w:p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им. К.Э. Циолковского»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290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50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Старожиловский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муниципальный район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460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120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МБОУ - СОШ «Рязанские сады»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реконструкция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111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Филиал МБОУ «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Старожиловская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СОШ» «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Вороновская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ООШ»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пристрой к зданиям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130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112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МБОУ 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Старожиловская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СОШ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113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Филиал МБОУ - СОШ «Рязанские сады» «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Чернобаевская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ООШ»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50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114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Филиал МБОУ - СОШ «Рязанские сады» «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Гребневская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ООШ»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70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50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Ухоловский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муниципальный район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250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115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640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115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МБОУ 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Ухоловская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СШ (блок начального образования)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строительство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250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116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МБОУ 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Ухоловская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СШ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590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МБОУ 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Коноплинская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СШ</w:t>
            </w:r>
          </w:p>
          <w:p w:rsidR="00B966C5" w:rsidRPr="00031398" w:rsidRDefault="00B966C5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lastRenderedPageBreak/>
              <w:t xml:space="preserve">капитальный </w:t>
            </w: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lastRenderedPageBreak/>
              <w:t>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lastRenderedPageBreak/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65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lastRenderedPageBreak/>
              <w:t>118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МБОУ Покровская СШ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rPr>
          <w:trHeight w:val="326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119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МБОУ Калининская СШ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50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50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Чучковский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муниципальный район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490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МОУ «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Чучковская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средняя школа»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360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121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МОУ «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Пертовская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СОШ»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122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МОУ «Назаровская школа»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70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123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Филиал МОУ «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Чучковская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средняя школа» 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Ункосовская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основная школа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60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50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Шацкий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муниципальный район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450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655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124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МОУ «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Чернослободская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ОШ»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пристрой к зданиям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125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МОУ «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Шацкая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СШ»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600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126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МОУ «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Казачинская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СШ»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320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127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МОУ «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Лесно-Конобеевская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СШ»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130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128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МОУ «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Важновская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СШ»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129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МОУ «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Лесно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-Полянская СШ»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55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50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Шиловский муниципальный район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170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599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640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320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130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МБОУ 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Ерахтурская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СОШ</w:t>
            </w:r>
          </w:p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строительство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132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131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МБОУ «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Инякинская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СОШ»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реконструкция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90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lastRenderedPageBreak/>
              <w:t>132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МБОУ «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Мосоловская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СОШ»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реконструкция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170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133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МБОУ «Шиловская СОШ </w:t>
            </w:r>
          </w:p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№ 1»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134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МБОУ «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Лесновская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СОШ»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467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135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«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Прибрежненская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ООШ» - филиал МБОУ «Шиловская СОШ № 1»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55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136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«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Тимошкинская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ООШ» - филиал МБОУ «Шиловская СОШ № 2»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30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«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Задубровская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ООШ» - филиал МБОУ «Шиловская СОШ № 3»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60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138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«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Сасыкинская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ООШ» - филиал</w:t>
            </w:r>
            <w:r w:rsidR="00E42626"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№ 1</w:t>
            </w: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МБОУ «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Желудевская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СОШ»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40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139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«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Аделинская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ООШ» - филиал МБОУ «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Инякинская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СОШ»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140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МБОУ «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Санская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ООШ»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45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5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Муниципальное образование </w:t>
            </w:r>
            <w:r w:rsid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–</w:t>
            </w: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городской</w:t>
            </w:r>
            <w:r w:rsid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</w:t>
            </w: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округ город 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Касимов</w:t>
            </w:r>
            <w:proofErr w:type="spellEnd"/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875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МБОУ «Средняя школа № 3»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строительство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142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МБОУ «Средняя школа № 1»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875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5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Муниципальное образование </w:t>
            </w:r>
            <w:r w:rsid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–</w:t>
            </w: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городской</w:t>
            </w:r>
            <w:r w:rsid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</w:t>
            </w: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округ город Сасово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414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500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1695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250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143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МБОУ «СОШ № 1»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строительство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500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144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МБОУ «СОШ № 106»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414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145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МБОУ «СОШ № 6»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капитальный </w:t>
            </w: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lastRenderedPageBreak/>
              <w:t>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lastRenderedPageBreak/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985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lastRenderedPageBreak/>
              <w:t>146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МБОУ «СОШ № 3»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710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rPr>
          <w:trHeight w:val="397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147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МБОУ «ООШ № 2»</w:t>
            </w:r>
          </w:p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250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50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Муниципальное образование </w:t>
            </w:r>
            <w:r w:rsid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–</w:t>
            </w: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городской</w:t>
            </w:r>
            <w:r w:rsid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</w:t>
            </w: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округ город Скопин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960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930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490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МБОУ «СОШ № 1»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реконструкция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420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МБОУ «СОШ № 4»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пристрой к зданиям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150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МБОУ «СОШ № 4»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960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151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МБОУ «СОШ № 3»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310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152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МБОУ СОШ им. М. Горького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280</w:t>
            </w:r>
          </w:p>
        </w:tc>
      </w:tr>
      <w:tr w:rsidR="00E42626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E42626" w:rsidRPr="00031398" w:rsidRDefault="00E42626" w:rsidP="00E42626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153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E42626" w:rsidRPr="00031398" w:rsidRDefault="00E42626" w:rsidP="00E4262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Филиал МБОУ «СОШ № 1» «</w:t>
            </w:r>
            <w:proofErr w:type="gram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Октябрьская</w:t>
            </w:r>
            <w:proofErr w:type="gram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СОШ»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E42626" w:rsidRPr="00031398" w:rsidRDefault="00E42626" w:rsidP="00E4262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E42626" w:rsidRPr="00031398" w:rsidRDefault="00E42626" w:rsidP="00E4262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E42626" w:rsidRPr="00031398" w:rsidRDefault="00E42626" w:rsidP="00E4262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E42626" w:rsidRPr="00031398" w:rsidRDefault="00E42626" w:rsidP="00E4262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E42626" w:rsidRPr="00031398" w:rsidRDefault="00E42626" w:rsidP="00E4262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E42626" w:rsidRPr="00031398" w:rsidRDefault="00E42626" w:rsidP="00E4262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E42626" w:rsidRPr="00031398" w:rsidRDefault="00E42626" w:rsidP="00E4262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E42626" w:rsidRPr="00031398" w:rsidRDefault="00E42626" w:rsidP="00E4262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E42626" w:rsidRPr="00031398" w:rsidRDefault="00E42626" w:rsidP="00E4262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E42626" w:rsidRPr="00031398" w:rsidRDefault="00E42626" w:rsidP="00E4262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E42626" w:rsidRPr="00031398" w:rsidRDefault="00E42626" w:rsidP="00E4262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E42626" w:rsidRPr="00031398" w:rsidRDefault="00E42626" w:rsidP="00E4262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210</w:t>
            </w:r>
          </w:p>
        </w:tc>
      </w:tr>
      <w:tr w:rsidR="006A3191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A3191" w:rsidRPr="00031398" w:rsidRDefault="006A3191" w:rsidP="006A3191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5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A3191" w:rsidRPr="00031398" w:rsidRDefault="006A3191" w:rsidP="0006208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Муниципальное образование </w:t>
            </w:r>
            <w:r w:rsid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–</w:t>
            </w: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городской</w:t>
            </w:r>
            <w:r w:rsid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</w:t>
            </w: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округ город Рязань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A3191" w:rsidRPr="00031398" w:rsidRDefault="006A3191" w:rsidP="006A319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A3191" w:rsidRPr="00031398" w:rsidRDefault="006A3191" w:rsidP="006A319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1175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A3191" w:rsidRPr="00031398" w:rsidRDefault="006A3191" w:rsidP="006A319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1100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A3191" w:rsidRPr="00031398" w:rsidRDefault="006A3191" w:rsidP="006A319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420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A3191" w:rsidRPr="00031398" w:rsidRDefault="006A3191" w:rsidP="006A319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A3191" w:rsidRPr="00031398" w:rsidRDefault="006A3191" w:rsidP="006A319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1153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A3191" w:rsidRPr="00031398" w:rsidRDefault="006A3191" w:rsidP="006A319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A3191" w:rsidRPr="00031398" w:rsidRDefault="006A3191" w:rsidP="006A319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1100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A3191" w:rsidRPr="00031398" w:rsidRDefault="006A3191" w:rsidP="006A319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A3191" w:rsidRPr="00031398" w:rsidRDefault="006A3191" w:rsidP="006A319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9107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A3191" w:rsidRPr="00031398" w:rsidRDefault="006A3191" w:rsidP="006A319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13460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Школа в микрорайоне ДПР-5, 5А города Рязани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строительство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1100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155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Школа в микрорайоне 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Горроща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г. Рязани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строительство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1100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Школа в микрорайоне 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Кальное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г. Рязани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строительство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1100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157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МБОУ «Школа № 28»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строительство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1100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158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Школа в микрорайоне 9,10 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Канищево</w:t>
            </w:r>
            <w:proofErr w:type="spellEnd"/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строительство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1100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159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Школа в микрорайоне ДПР-7, 7А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строительство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1100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160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Средняя школа в районе </w:t>
            </w:r>
          </w:p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lastRenderedPageBreak/>
              <w:t>ул. Михайловское шоссе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lastRenderedPageBreak/>
              <w:t>строительство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1100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lastRenderedPageBreak/>
              <w:t>161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МБОУ «Многопрофильная школа № 17 имени маршала инженерных войск </w:t>
            </w:r>
          </w:p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А.И. 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Прошлякова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реконструкция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1335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162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МБОУ «Школа № 45»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реконструкция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1100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163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МАОУ «Лицей № 4»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реконструкция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164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МБОУ «Школа № 22»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500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МБОУ «Школа № 1 имени В.П. 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Екимецкой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475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МБОУ «Ордена «Знак Почета» гимназия № 2 имени </w:t>
            </w:r>
          </w:p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И.П. Павлова»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525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МБОУ «Школа № 3» «Центр развития образования»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550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168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МБОУ «Гимназия № 5»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550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МБОУ «Школа № 6 с углубленным изучением французского языка»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287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170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МБОУ «Школа № 7» «Русская классическая школа»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500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171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МБОУ «Школа № 8 имени Героя Российской Федерации </w:t>
            </w:r>
          </w:p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Р.В. Соколова»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172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МБОУ «Школа № 9»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600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173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МБОУ «Школа № 13» (корпус № 2)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250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174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МБОУ «Школа № 14 с углубленным изучением </w:t>
            </w: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lastRenderedPageBreak/>
              <w:t>английского языка»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lastRenderedPageBreak/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600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lastRenderedPageBreak/>
              <w:t>175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МБОУ «Школа № 19(25) имени вице-адмирала </w:t>
            </w:r>
          </w:p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В.М. Головнина» (здание школы № 25)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575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176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МБОУ «Школа № 24»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53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177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МБОУ «Школа № 31»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178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МБОУ «Школа № 33»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179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МБОУ «Школа № 36»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325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180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МБОУ «Школа № 37»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575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181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МБОУ «Школа № 38»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375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182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</w:t>
            </w:r>
            <w:r w:rsid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БОУ «Школа № 39» «Центр физико-</w:t>
            </w: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математического образования»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575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rPr>
          <w:trHeight w:val="381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183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МБОУ «Школа № 41»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500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184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МБОУ «Школа № 44»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550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185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МБОУ «Школа № 50»</w:t>
            </w:r>
          </w:p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186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C0233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МБОУ «Школа № 51» «Центр образования»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735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187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МБОУ «Лицей № 52»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600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МБОУ «Школа № 54»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lastRenderedPageBreak/>
              <w:t>189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МБОУ «Школа № 55 с углубленным изучением отдельных учебных предметов»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C0233B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800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МБОУ «Школа № 59»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800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191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МБОУ «Школа № 60/61 имени Героя Российской Федерации Д.О. Миронова» (два здания)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980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192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МБОУ «Школа № 66»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735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193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МАОУ «Школа № 69» «Центр развития образования»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810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194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МБОУ «Школа № 72 с углубленным изучением отдельных учебных предметов»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735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195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МБОУ «Школа-интернат </w:t>
            </w:r>
          </w:p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им. Героя Советского Союза, Национального Героя Италии Полетаева Федора Андриановича»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B20B4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37</w:t>
            </w:r>
            <w:r w:rsidR="00B20B49"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5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Образовательные организации областной собственности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440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C0233B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20</w:t>
            </w:r>
            <w:r w:rsidR="00FF1594"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0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196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Учебный корпус ОГБОУ «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Лесно-Конобеевская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школа-интернат»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строительство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197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ОГБОУ «Михайловская школа-интернат»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реконструкция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198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ОГБОУ «Архангельская школа-интернат»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реконструкция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100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199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ОГБОУ «Рязанская школа-интернат»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пристрой к зданиям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140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lastRenderedPageBreak/>
              <w:t>200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ОГБОУ «Школа-интернат «Вера»</w:t>
            </w:r>
            <w:r w:rsid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</w:t>
            </w: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г. Рязани (здание № 2)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03139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100</w:t>
            </w: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201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ОГБОУ «</w:t>
            </w:r>
            <w:proofErr w:type="spellStart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Касимовская</w:t>
            </w:r>
            <w:proofErr w:type="spellEnd"/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школа-интернат»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160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FF1594" w:rsidRPr="00031398" w:rsidTr="00031398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FF1594">
            <w:pPr>
              <w:autoSpaceDE w:val="0"/>
              <w:autoSpaceDN w:val="0"/>
              <w:adjustRightInd w:val="0"/>
              <w:ind w:left="-39" w:right="-36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202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ОГБОУ «Школа-интернат </w:t>
            </w:r>
          </w:p>
          <w:p w:rsidR="00FF1594" w:rsidRPr="00031398" w:rsidRDefault="00FF1594" w:rsidP="00DC651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№ 18»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капитальный ремонт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140</w:t>
            </w:r>
            <w:r w:rsidR="0003139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F1594" w:rsidRPr="00031398" w:rsidRDefault="00FF1594" w:rsidP="00DC65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</w:tbl>
    <w:p w:rsidR="00FF1594" w:rsidRDefault="00FF1594" w:rsidP="000B7226">
      <w:pPr>
        <w:rPr>
          <w:rFonts w:asciiTheme="minorHAnsi" w:hAnsiTheme="minorHAnsi"/>
        </w:rPr>
      </w:pPr>
    </w:p>
    <w:sectPr w:rsidR="00FF1594" w:rsidSect="00031398">
      <w:headerReference w:type="default" r:id="rId11"/>
      <w:type w:val="continuous"/>
      <w:pgSz w:w="16834" w:h="11907" w:orient="landscape" w:code="9"/>
      <w:pgMar w:top="1134" w:right="567" w:bottom="1134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3990" w:rsidRDefault="00C33990">
      <w:r>
        <w:separator/>
      </w:r>
    </w:p>
  </w:endnote>
  <w:endnote w:type="continuationSeparator" w:id="0">
    <w:p w:rsidR="00C33990" w:rsidRDefault="00C33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d"/>
      <w:tblW w:w="0" w:type="auto"/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876034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D35EC0">
          <w:pPr>
            <w:pStyle w:val="a8"/>
          </w:pPr>
          <w:r w:rsidRPr="00A83363">
            <w:rPr>
              <w:noProof/>
            </w:rPr>
            <w:drawing>
              <wp:inline distT="0" distB="0" distL="0" distR="0" wp14:anchorId="4E90D1F9" wp14:editId="24D4222A">
                <wp:extent cx="662940" cy="281940"/>
                <wp:effectExtent l="0" t="0" r="3810" b="381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281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5E6D99" w:rsidRDefault="00D35EC0" w:rsidP="002953B6">
          <w:pPr>
            <w:pStyle w:val="a8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 w:rsidRPr="005E6D99"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792F5D87" wp14:editId="2923EDB2">
                <wp:extent cx="175260" cy="144780"/>
                <wp:effectExtent l="0" t="0" r="0" b="7620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260" cy="144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B8061C" w:rsidRDefault="00031398" w:rsidP="005E6D99">
          <w:pPr>
            <w:pStyle w:val="a8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14648  17.02.2021 16:16:50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8702D3">
          <w:pPr>
            <w:pStyle w:val="a8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876034" w:rsidRPr="002953B6" w:rsidRDefault="00876034" w:rsidP="002953B6">
          <w:pPr>
            <w:pStyle w:val="a8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8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>
      <w:tc>
        <w:tcPr>
          <w:tcW w:w="2538" w:type="dxa"/>
        </w:tcPr>
        <w:p w:rsidR="00876034" w:rsidRPr="00AC7150" w:rsidRDefault="00876034" w:rsidP="00AC7150">
          <w:pPr>
            <w:pStyle w:val="a8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Default="00876034" w:rsidP="00AC7150">
          <w:pPr>
            <w:pStyle w:val="a8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D77BCF" w:rsidRDefault="00876034" w:rsidP="00D77BCF">
          <w:pPr>
            <w:pStyle w:val="a8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6034" w:rsidRPr="00D77BCF" w:rsidRDefault="00876034" w:rsidP="00D77BCF">
          <w:pPr>
            <w:pStyle w:val="a8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3990" w:rsidRDefault="00C33990">
      <w:r>
        <w:separator/>
      </w:r>
    </w:p>
  </w:footnote>
  <w:footnote w:type="continuationSeparator" w:id="0">
    <w:p w:rsidR="00C33990" w:rsidRDefault="00C339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876034" w:rsidP="002F1E81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</w:t>
    </w:r>
    <w:r>
      <w:rPr>
        <w:rStyle w:val="ac"/>
      </w:rPr>
      <w:fldChar w:fldCharType="end"/>
    </w:r>
  </w:p>
  <w:p w:rsidR="00876034" w:rsidRDefault="0087603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6"/>
      <w:framePr w:w="326" w:wrap="around" w:vAnchor="text" w:hAnchor="page" w:x="6486" w:y="321"/>
      <w:rPr>
        <w:rStyle w:val="ac"/>
        <w:rFonts w:ascii="Times New Roman" w:hAnsi="Times New Roman"/>
        <w:sz w:val="28"/>
        <w:szCs w:val="28"/>
      </w:rPr>
    </w:pPr>
  </w:p>
  <w:p w:rsidR="00876034" w:rsidRPr="00481B88" w:rsidRDefault="00876034" w:rsidP="00286ECA">
    <w:pPr>
      <w:pStyle w:val="a6"/>
      <w:framePr w:w="326" w:wrap="around" w:vAnchor="text" w:hAnchor="page" w:x="9006" w:y="45"/>
      <w:rPr>
        <w:rStyle w:val="ac"/>
        <w:rFonts w:ascii="Times New Roman" w:hAnsi="Times New Roman"/>
        <w:sz w:val="28"/>
        <w:szCs w:val="28"/>
      </w:rPr>
    </w:pPr>
    <w:r w:rsidRPr="00481B88">
      <w:rPr>
        <w:rStyle w:val="ac"/>
        <w:rFonts w:ascii="Times New Roman" w:hAnsi="Times New Roman"/>
        <w:sz w:val="28"/>
        <w:szCs w:val="28"/>
      </w:rPr>
      <w:fldChar w:fldCharType="begin"/>
    </w:r>
    <w:r w:rsidRPr="00481B88">
      <w:rPr>
        <w:rStyle w:val="ac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c"/>
        <w:rFonts w:ascii="Times New Roman" w:hAnsi="Times New Roman"/>
        <w:sz w:val="28"/>
        <w:szCs w:val="28"/>
      </w:rPr>
      <w:fldChar w:fldCharType="separate"/>
    </w:r>
    <w:r w:rsidR="002551C1">
      <w:rPr>
        <w:rStyle w:val="ac"/>
        <w:rFonts w:ascii="Times New Roman" w:hAnsi="Times New Roman"/>
        <w:noProof/>
        <w:sz w:val="28"/>
        <w:szCs w:val="28"/>
      </w:rPr>
      <w:t>2</w:t>
    </w:r>
    <w:r w:rsidRPr="00481B88">
      <w:rPr>
        <w:rStyle w:val="ac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6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55" type="#_x0000_t75" style="width:23.25pt;height:11.25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3uEOsWQgjoC8H6MfsYHWqHUNUNEuWoUVSlMyQil69Je4TqyOwXcFLDOTHKZ97mxNk6l7HXeqVBfsbC+gzKdZhw==" w:salt="BGcwG50UKrt0G2LJbxb0iA=="/>
  <w:defaultTabStop w:val="708"/>
  <w:hyphenationZone w:val="425"/>
  <w:doNotHyphenateCaps/>
  <w:drawingGridHorizontalSpacing w:val="78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EC0"/>
    <w:rsid w:val="0001360F"/>
    <w:rsid w:val="00031398"/>
    <w:rsid w:val="000331B3"/>
    <w:rsid w:val="00033413"/>
    <w:rsid w:val="00037C0C"/>
    <w:rsid w:val="000502A3"/>
    <w:rsid w:val="0005137B"/>
    <w:rsid w:val="00056DEB"/>
    <w:rsid w:val="00062086"/>
    <w:rsid w:val="00073A7A"/>
    <w:rsid w:val="00076D5E"/>
    <w:rsid w:val="00084DD3"/>
    <w:rsid w:val="000917C0"/>
    <w:rsid w:val="000B0736"/>
    <w:rsid w:val="000B7226"/>
    <w:rsid w:val="00122CFD"/>
    <w:rsid w:val="00143E27"/>
    <w:rsid w:val="00151370"/>
    <w:rsid w:val="00162E72"/>
    <w:rsid w:val="00175BE5"/>
    <w:rsid w:val="001850F4"/>
    <w:rsid w:val="00190FF9"/>
    <w:rsid w:val="001944C9"/>
    <w:rsid w:val="001947BE"/>
    <w:rsid w:val="001A560F"/>
    <w:rsid w:val="001B0982"/>
    <w:rsid w:val="001B32BA"/>
    <w:rsid w:val="001C2B26"/>
    <w:rsid w:val="001E0317"/>
    <w:rsid w:val="001E20F1"/>
    <w:rsid w:val="001F12E8"/>
    <w:rsid w:val="001F228C"/>
    <w:rsid w:val="001F64B8"/>
    <w:rsid w:val="001F7C83"/>
    <w:rsid w:val="00203046"/>
    <w:rsid w:val="00205AB5"/>
    <w:rsid w:val="00224DBA"/>
    <w:rsid w:val="00231F1C"/>
    <w:rsid w:val="0024111A"/>
    <w:rsid w:val="00242DDB"/>
    <w:rsid w:val="002479A2"/>
    <w:rsid w:val="002551C1"/>
    <w:rsid w:val="0026087E"/>
    <w:rsid w:val="00261DE0"/>
    <w:rsid w:val="00265420"/>
    <w:rsid w:val="00274E14"/>
    <w:rsid w:val="00280A6D"/>
    <w:rsid w:val="00286ECA"/>
    <w:rsid w:val="002953B6"/>
    <w:rsid w:val="002A6CF4"/>
    <w:rsid w:val="002B7A59"/>
    <w:rsid w:val="002C6B4B"/>
    <w:rsid w:val="002E51A7"/>
    <w:rsid w:val="002E5A5F"/>
    <w:rsid w:val="002F1E81"/>
    <w:rsid w:val="00310D92"/>
    <w:rsid w:val="003160CB"/>
    <w:rsid w:val="003222A3"/>
    <w:rsid w:val="00360A40"/>
    <w:rsid w:val="00365B12"/>
    <w:rsid w:val="003870C2"/>
    <w:rsid w:val="003D3B8A"/>
    <w:rsid w:val="003D54F8"/>
    <w:rsid w:val="003F4F5E"/>
    <w:rsid w:val="00400906"/>
    <w:rsid w:val="0042590E"/>
    <w:rsid w:val="00437F65"/>
    <w:rsid w:val="00460FEA"/>
    <w:rsid w:val="004734B7"/>
    <w:rsid w:val="00481B88"/>
    <w:rsid w:val="00485B4F"/>
    <w:rsid w:val="004862D1"/>
    <w:rsid w:val="00490C89"/>
    <w:rsid w:val="004B2D5A"/>
    <w:rsid w:val="004D293D"/>
    <w:rsid w:val="004F44FE"/>
    <w:rsid w:val="00512A47"/>
    <w:rsid w:val="00531C68"/>
    <w:rsid w:val="00532119"/>
    <w:rsid w:val="005335F3"/>
    <w:rsid w:val="00543C38"/>
    <w:rsid w:val="00543D2D"/>
    <w:rsid w:val="00545A3D"/>
    <w:rsid w:val="00546DBB"/>
    <w:rsid w:val="00561A5B"/>
    <w:rsid w:val="0057074C"/>
    <w:rsid w:val="00573FBF"/>
    <w:rsid w:val="00574FF3"/>
    <w:rsid w:val="00582538"/>
    <w:rsid w:val="005838EA"/>
    <w:rsid w:val="00585EE1"/>
    <w:rsid w:val="00590C0E"/>
    <w:rsid w:val="005939E6"/>
    <w:rsid w:val="005A4227"/>
    <w:rsid w:val="005B229B"/>
    <w:rsid w:val="005B3518"/>
    <w:rsid w:val="005C56AE"/>
    <w:rsid w:val="005C7449"/>
    <w:rsid w:val="005E6D99"/>
    <w:rsid w:val="005F2ADD"/>
    <w:rsid w:val="005F2C49"/>
    <w:rsid w:val="006013EB"/>
    <w:rsid w:val="0060479E"/>
    <w:rsid w:val="00604BE7"/>
    <w:rsid w:val="00616AED"/>
    <w:rsid w:val="00632A4F"/>
    <w:rsid w:val="00632B56"/>
    <w:rsid w:val="006351E3"/>
    <w:rsid w:val="00644236"/>
    <w:rsid w:val="006471E5"/>
    <w:rsid w:val="0065355B"/>
    <w:rsid w:val="00671D3B"/>
    <w:rsid w:val="00684A5B"/>
    <w:rsid w:val="006A1F71"/>
    <w:rsid w:val="006A3191"/>
    <w:rsid w:val="006F328B"/>
    <w:rsid w:val="006F5886"/>
    <w:rsid w:val="00707734"/>
    <w:rsid w:val="00707E19"/>
    <w:rsid w:val="00712F7C"/>
    <w:rsid w:val="0072328A"/>
    <w:rsid w:val="007377B5"/>
    <w:rsid w:val="00746CC2"/>
    <w:rsid w:val="00760323"/>
    <w:rsid w:val="00765600"/>
    <w:rsid w:val="00791C9F"/>
    <w:rsid w:val="00792AAB"/>
    <w:rsid w:val="00793B47"/>
    <w:rsid w:val="007A1D0C"/>
    <w:rsid w:val="007A2A7B"/>
    <w:rsid w:val="007D4925"/>
    <w:rsid w:val="007F0C8A"/>
    <w:rsid w:val="007F11AB"/>
    <w:rsid w:val="008143CB"/>
    <w:rsid w:val="00821AB5"/>
    <w:rsid w:val="00823CA1"/>
    <w:rsid w:val="008513B9"/>
    <w:rsid w:val="008702D3"/>
    <w:rsid w:val="00876034"/>
    <w:rsid w:val="008827E7"/>
    <w:rsid w:val="008A1696"/>
    <w:rsid w:val="008C58FE"/>
    <w:rsid w:val="008E6C41"/>
    <w:rsid w:val="008F0816"/>
    <w:rsid w:val="008F6BB7"/>
    <w:rsid w:val="009006DB"/>
    <w:rsid w:val="00900F42"/>
    <w:rsid w:val="00932E3C"/>
    <w:rsid w:val="009573D3"/>
    <w:rsid w:val="009977FF"/>
    <w:rsid w:val="009A085B"/>
    <w:rsid w:val="009C1DE6"/>
    <w:rsid w:val="009C1F0E"/>
    <w:rsid w:val="009D3E8C"/>
    <w:rsid w:val="009E3A0E"/>
    <w:rsid w:val="009E7902"/>
    <w:rsid w:val="009F34D8"/>
    <w:rsid w:val="00A1314B"/>
    <w:rsid w:val="00A13160"/>
    <w:rsid w:val="00A137D3"/>
    <w:rsid w:val="00A44A8F"/>
    <w:rsid w:val="00A51D96"/>
    <w:rsid w:val="00A96F84"/>
    <w:rsid w:val="00AC3953"/>
    <w:rsid w:val="00AC7150"/>
    <w:rsid w:val="00AC7B98"/>
    <w:rsid w:val="00AE1DCA"/>
    <w:rsid w:val="00AF3B80"/>
    <w:rsid w:val="00AF5F7C"/>
    <w:rsid w:val="00B02207"/>
    <w:rsid w:val="00B03403"/>
    <w:rsid w:val="00B10324"/>
    <w:rsid w:val="00B17686"/>
    <w:rsid w:val="00B20B49"/>
    <w:rsid w:val="00B376B1"/>
    <w:rsid w:val="00B6196F"/>
    <w:rsid w:val="00B620D9"/>
    <w:rsid w:val="00B633DB"/>
    <w:rsid w:val="00B639ED"/>
    <w:rsid w:val="00B66A8C"/>
    <w:rsid w:val="00B8061C"/>
    <w:rsid w:val="00B83BA2"/>
    <w:rsid w:val="00B853AA"/>
    <w:rsid w:val="00B875BF"/>
    <w:rsid w:val="00B91F62"/>
    <w:rsid w:val="00B966C5"/>
    <w:rsid w:val="00BB2C98"/>
    <w:rsid w:val="00BD0B82"/>
    <w:rsid w:val="00BF4F5F"/>
    <w:rsid w:val="00C0233B"/>
    <w:rsid w:val="00C04EEB"/>
    <w:rsid w:val="00C075A4"/>
    <w:rsid w:val="00C10F12"/>
    <w:rsid w:val="00C11826"/>
    <w:rsid w:val="00C33990"/>
    <w:rsid w:val="00C46D42"/>
    <w:rsid w:val="00C50C32"/>
    <w:rsid w:val="00C60178"/>
    <w:rsid w:val="00C61760"/>
    <w:rsid w:val="00C63CD6"/>
    <w:rsid w:val="00C87D95"/>
    <w:rsid w:val="00C9077A"/>
    <w:rsid w:val="00C95CD2"/>
    <w:rsid w:val="00CA051B"/>
    <w:rsid w:val="00CB0080"/>
    <w:rsid w:val="00CB3CBE"/>
    <w:rsid w:val="00CD7109"/>
    <w:rsid w:val="00CF03D8"/>
    <w:rsid w:val="00D015D5"/>
    <w:rsid w:val="00D03D68"/>
    <w:rsid w:val="00D266DD"/>
    <w:rsid w:val="00D32B04"/>
    <w:rsid w:val="00D35EC0"/>
    <w:rsid w:val="00D374E7"/>
    <w:rsid w:val="00D63949"/>
    <w:rsid w:val="00D652E7"/>
    <w:rsid w:val="00D77BCF"/>
    <w:rsid w:val="00D84394"/>
    <w:rsid w:val="00D9495D"/>
    <w:rsid w:val="00D95E55"/>
    <w:rsid w:val="00DB3664"/>
    <w:rsid w:val="00DC16FB"/>
    <w:rsid w:val="00DC4A65"/>
    <w:rsid w:val="00DC4F66"/>
    <w:rsid w:val="00E10B44"/>
    <w:rsid w:val="00E11F02"/>
    <w:rsid w:val="00E2726B"/>
    <w:rsid w:val="00E37801"/>
    <w:rsid w:val="00E42626"/>
    <w:rsid w:val="00E46EAA"/>
    <w:rsid w:val="00E5038C"/>
    <w:rsid w:val="00E50B69"/>
    <w:rsid w:val="00E5298B"/>
    <w:rsid w:val="00E56EFB"/>
    <w:rsid w:val="00E6458F"/>
    <w:rsid w:val="00E7242D"/>
    <w:rsid w:val="00E87E25"/>
    <w:rsid w:val="00EA04F1"/>
    <w:rsid w:val="00EA2FD3"/>
    <w:rsid w:val="00EA5B7F"/>
    <w:rsid w:val="00EB7CE9"/>
    <w:rsid w:val="00EC433F"/>
    <w:rsid w:val="00ED1FDE"/>
    <w:rsid w:val="00F06EFB"/>
    <w:rsid w:val="00F1529E"/>
    <w:rsid w:val="00F16F07"/>
    <w:rsid w:val="00F45975"/>
    <w:rsid w:val="00F45B7C"/>
    <w:rsid w:val="00F45FCE"/>
    <w:rsid w:val="00F9334F"/>
    <w:rsid w:val="00F97D7F"/>
    <w:rsid w:val="00FA122C"/>
    <w:rsid w:val="00FA3B95"/>
    <w:rsid w:val="00FC1278"/>
    <w:rsid w:val="00FE7735"/>
    <w:rsid w:val="00FF1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link w:val="10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link w:val="20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link w:val="a5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6">
    <w:name w:val="header"/>
    <w:basedOn w:val="a"/>
    <w:link w:val="a7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pPr>
      <w:tabs>
        <w:tab w:val="center" w:pos="4677"/>
        <w:tab w:val="right" w:pos="9355"/>
      </w:tabs>
    </w:pPr>
  </w:style>
  <w:style w:type="paragraph" w:styleId="aa">
    <w:name w:val="Balloon Text"/>
    <w:basedOn w:val="a"/>
    <w:link w:val="ab"/>
    <w:uiPriority w:val="99"/>
    <w:semiHidden/>
    <w:rPr>
      <w:rFonts w:ascii="Tahoma" w:hAnsi="Tahoma" w:cs="Tahoma"/>
      <w:sz w:val="16"/>
      <w:szCs w:val="16"/>
    </w:rPr>
  </w:style>
  <w:style w:type="character" w:styleId="ac">
    <w:name w:val="page number"/>
    <w:basedOn w:val="a0"/>
  </w:style>
  <w:style w:type="table" w:styleId="ad">
    <w:name w:val="Table Grid"/>
    <w:basedOn w:val="a1"/>
    <w:rsid w:val="00E56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line number"/>
    <w:basedOn w:val="a0"/>
    <w:rsid w:val="00073A7A"/>
  </w:style>
  <w:style w:type="paragraph" w:styleId="af">
    <w:name w:val="Document Map"/>
    <w:basedOn w:val="a"/>
    <w:link w:val="af0"/>
    <w:semiHidden/>
    <w:rsid w:val="00E37801"/>
    <w:pPr>
      <w:shd w:val="clear" w:color="auto" w:fill="000080"/>
    </w:pPr>
    <w:rPr>
      <w:rFonts w:ascii="Tahoma" w:hAnsi="Tahoma" w:cs="Tahoma"/>
    </w:rPr>
  </w:style>
  <w:style w:type="character" w:customStyle="1" w:styleId="a7">
    <w:name w:val="Верхний колонтитул Знак"/>
    <w:basedOn w:val="a0"/>
    <w:link w:val="a6"/>
    <w:rsid w:val="00CD7109"/>
    <w:rPr>
      <w:rFonts w:ascii="TimesET" w:hAnsi="TimesET"/>
    </w:rPr>
  </w:style>
  <w:style w:type="character" w:customStyle="1" w:styleId="a9">
    <w:name w:val="Нижний колонтитул Знак"/>
    <w:basedOn w:val="a0"/>
    <w:link w:val="a8"/>
    <w:uiPriority w:val="99"/>
    <w:rsid w:val="00CD7109"/>
    <w:rPr>
      <w:rFonts w:ascii="TimesET" w:hAnsi="TimesET"/>
    </w:rPr>
  </w:style>
  <w:style w:type="character" w:customStyle="1" w:styleId="ab">
    <w:name w:val="Текст выноски Знак"/>
    <w:basedOn w:val="a0"/>
    <w:link w:val="aa"/>
    <w:uiPriority w:val="99"/>
    <w:semiHidden/>
    <w:rsid w:val="00CD710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FF1594"/>
    <w:rPr>
      <w:sz w:val="32"/>
    </w:rPr>
  </w:style>
  <w:style w:type="character" w:customStyle="1" w:styleId="20">
    <w:name w:val="Заголовок 2 Знак"/>
    <w:basedOn w:val="a0"/>
    <w:link w:val="2"/>
    <w:rsid w:val="00FF1594"/>
    <w:rPr>
      <w:rFonts w:ascii="TimesET" w:hAnsi="TimesET"/>
      <w:b/>
      <w:bCs/>
      <w:spacing w:val="12"/>
      <w:sz w:val="40"/>
    </w:rPr>
  </w:style>
  <w:style w:type="character" w:customStyle="1" w:styleId="a5">
    <w:name w:val="Название Знак"/>
    <w:basedOn w:val="a0"/>
    <w:link w:val="a4"/>
    <w:rsid w:val="00FF1594"/>
    <w:rPr>
      <w:sz w:val="28"/>
    </w:rPr>
  </w:style>
  <w:style w:type="character" w:customStyle="1" w:styleId="af0">
    <w:name w:val="Схема документа Знак"/>
    <w:basedOn w:val="a0"/>
    <w:link w:val="af"/>
    <w:semiHidden/>
    <w:rsid w:val="00FF1594"/>
    <w:rPr>
      <w:rFonts w:ascii="Tahoma" w:hAnsi="Tahoma" w:cs="Tahoma"/>
      <w:shd w:val="clear" w:color="auto" w:fill="000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link w:val="10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link w:val="20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link w:val="a5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6">
    <w:name w:val="header"/>
    <w:basedOn w:val="a"/>
    <w:link w:val="a7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pPr>
      <w:tabs>
        <w:tab w:val="center" w:pos="4677"/>
        <w:tab w:val="right" w:pos="9355"/>
      </w:tabs>
    </w:pPr>
  </w:style>
  <w:style w:type="paragraph" w:styleId="aa">
    <w:name w:val="Balloon Text"/>
    <w:basedOn w:val="a"/>
    <w:link w:val="ab"/>
    <w:uiPriority w:val="99"/>
    <w:semiHidden/>
    <w:rPr>
      <w:rFonts w:ascii="Tahoma" w:hAnsi="Tahoma" w:cs="Tahoma"/>
      <w:sz w:val="16"/>
      <w:szCs w:val="16"/>
    </w:rPr>
  </w:style>
  <w:style w:type="character" w:styleId="ac">
    <w:name w:val="page number"/>
    <w:basedOn w:val="a0"/>
  </w:style>
  <w:style w:type="table" w:styleId="ad">
    <w:name w:val="Table Grid"/>
    <w:basedOn w:val="a1"/>
    <w:rsid w:val="00E56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line number"/>
    <w:basedOn w:val="a0"/>
    <w:rsid w:val="00073A7A"/>
  </w:style>
  <w:style w:type="paragraph" w:styleId="af">
    <w:name w:val="Document Map"/>
    <w:basedOn w:val="a"/>
    <w:link w:val="af0"/>
    <w:semiHidden/>
    <w:rsid w:val="00E37801"/>
    <w:pPr>
      <w:shd w:val="clear" w:color="auto" w:fill="000080"/>
    </w:pPr>
    <w:rPr>
      <w:rFonts w:ascii="Tahoma" w:hAnsi="Tahoma" w:cs="Tahoma"/>
    </w:rPr>
  </w:style>
  <w:style w:type="character" w:customStyle="1" w:styleId="a7">
    <w:name w:val="Верхний колонтитул Знак"/>
    <w:basedOn w:val="a0"/>
    <w:link w:val="a6"/>
    <w:rsid w:val="00CD7109"/>
    <w:rPr>
      <w:rFonts w:ascii="TimesET" w:hAnsi="TimesET"/>
    </w:rPr>
  </w:style>
  <w:style w:type="character" w:customStyle="1" w:styleId="a9">
    <w:name w:val="Нижний колонтитул Знак"/>
    <w:basedOn w:val="a0"/>
    <w:link w:val="a8"/>
    <w:uiPriority w:val="99"/>
    <w:rsid w:val="00CD7109"/>
    <w:rPr>
      <w:rFonts w:ascii="TimesET" w:hAnsi="TimesET"/>
    </w:rPr>
  </w:style>
  <w:style w:type="character" w:customStyle="1" w:styleId="ab">
    <w:name w:val="Текст выноски Знак"/>
    <w:basedOn w:val="a0"/>
    <w:link w:val="aa"/>
    <w:uiPriority w:val="99"/>
    <w:semiHidden/>
    <w:rsid w:val="00CD710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FF1594"/>
    <w:rPr>
      <w:sz w:val="32"/>
    </w:rPr>
  </w:style>
  <w:style w:type="character" w:customStyle="1" w:styleId="20">
    <w:name w:val="Заголовок 2 Знак"/>
    <w:basedOn w:val="a0"/>
    <w:link w:val="2"/>
    <w:rsid w:val="00FF1594"/>
    <w:rPr>
      <w:rFonts w:ascii="TimesET" w:hAnsi="TimesET"/>
      <w:b/>
      <w:bCs/>
      <w:spacing w:val="12"/>
      <w:sz w:val="40"/>
    </w:rPr>
  </w:style>
  <w:style w:type="character" w:customStyle="1" w:styleId="a5">
    <w:name w:val="Название Знак"/>
    <w:basedOn w:val="a0"/>
    <w:link w:val="a4"/>
    <w:rsid w:val="00FF1594"/>
    <w:rPr>
      <w:sz w:val="28"/>
    </w:rPr>
  </w:style>
  <w:style w:type="character" w:customStyle="1" w:styleId="af0">
    <w:name w:val="Схема документа Знак"/>
    <w:basedOn w:val="a0"/>
    <w:link w:val="af"/>
    <w:semiHidden/>
    <w:rsid w:val="00FF1594"/>
    <w:rPr>
      <w:rFonts w:ascii="Tahoma" w:hAnsi="Tahoma" w:cs="Tahoma"/>
      <w:shd w:val="clear" w:color="auto" w:fil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isanova\Desktop\&#1044;&#1086;&#1082;&#1091;&#1084;&#1077;&#1085;&#1090;&#1099;\&#1055;&#1056;&#1054;&#1045;&#1050;&#1058;&#1067;%20&#1056;&#1040;&#1057;&#1055;&#1054;&#1056;&#1071;&#1046;&#1045;&#1053;&#1048;&#1049;\&#1041;&#1083;&#1072;&#1085;&#1082;&#1080;%20&#1055;&#1088;&#1072;&#1074;&#1080;&#1090;&#1077;&#1083;&#1100;&#1089;&#1090;&#1074;&#1072;%202009%20&#1075;\&#1064;&#1040;&#1041;&#1051;&#1054;&#1053;%20&#1055;&#1056;&#1048;&#1051;&#1054;&#1046;&#1045;&#1053;&#1048;&#1071;%20&#1040;&#1051;&#1068;&#1041;&#1054;&#1052;&#1053;&#1067;&#1049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 АЛЬБОМНЫЙ</Template>
  <TotalTime>3</TotalTime>
  <Pages>16</Pages>
  <Words>2316</Words>
  <Characters>15913</Characters>
  <Application>Microsoft Office Word</Application>
  <DocSecurity>0</DocSecurity>
  <Lines>442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18075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Пользователь Windows</dc:creator>
  <cp:lastModifiedBy>Лёксина М.А.</cp:lastModifiedBy>
  <cp:revision>4</cp:revision>
  <cp:lastPrinted>2008-04-23T08:17:00Z</cp:lastPrinted>
  <dcterms:created xsi:type="dcterms:W3CDTF">2021-02-17T13:17:00Z</dcterms:created>
  <dcterms:modified xsi:type="dcterms:W3CDTF">2021-03-02T14:04:00Z</dcterms:modified>
</cp:coreProperties>
</file>